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C7" w:rsidRPr="00832D25" w:rsidRDefault="00316DC7" w:rsidP="00316DC7">
      <w:pPr>
        <w:suppressAutoHyphens/>
        <w:snapToGrid w:val="0"/>
        <w:spacing w:after="120"/>
        <w:jc w:val="center"/>
        <w:rPr>
          <w:caps/>
          <w:szCs w:val="24"/>
          <w:lang w:eastAsia="ar-SA"/>
        </w:rPr>
      </w:pPr>
      <w:r w:rsidRPr="00832D25">
        <w:rPr>
          <w:noProof/>
          <w:szCs w:val="24"/>
          <w:lang w:eastAsia="lt-LT"/>
        </w:rPr>
        <w:drawing>
          <wp:inline distT="0" distB="0" distL="0" distR="0" wp14:anchorId="2E870279" wp14:editId="0C76B114">
            <wp:extent cx="540385" cy="647065"/>
            <wp:effectExtent l="0" t="0" r="0" b="635"/>
            <wp:docPr id="18" name="Paveikslėlis 18" descr="Kretingos_sav_logo_RGB_BW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tingos_sav_logo_RGB_BW -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0" t="4828" r="25790" b="19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474" w:rsidRPr="00832D25" w:rsidRDefault="00C93474" w:rsidP="00C93474">
      <w:pPr>
        <w:suppressAutoHyphens/>
        <w:jc w:val="center"/>
        <w:rPr>
          <w:b/>
          <w:caps/>
          <w:sz w:val="28"/>
          <w:lang w:eastAsia="ar-SA"/>
        </w:rPr>
      </w:pPr>
      <w:r w:rsidRPr="00832D25">
        <w:rPr>
          <w:b/>
          <w:caps/>
          <w:sz w:val="28"/>
          <w:lang w:eastAsia="ar-SA"/>
        </w:rPr>
        <w:t>KRETINGOS RAJONO SAVIVALDYBĖS administracija</w:t>
      </w:r>
    </w:p>
    <w:p w:rsidR="00C93474" w:rsidRPr="00832D25" w:rsidRDefault="00C93474" w:rsidP="00C93474">
      <w:pPr>
        <w:pBdr>
          <w:bottom w:val="single" w:sz="4" w:space="1" w:color="auto"/>
        </w:pBdr>
        <w:spacing w:before="60"/>
        <w:jc w:val="center"/>
        <w:rPr>
          <w:sz w:val="20"/>
        </w:rPr>
      </w:pPr>
      <w:r w:rsidRPr="00832D25">
        <w:rPr>
          <w:sz w:val="20"/>
        </w:rPr>
        <w:t xml:space="preserve">Biudžetinė įstaiga, Savanorių g. 29A, LT-97111 Kretinga, tel. (8 445) 53 141, el. p. savivaldybe@kretinga.lt </w:t>
      </w:r>
    </w:p>
    <w:p w:rsidR="00417F76" w:rsidRPr="00832D25" w:rsidRDefault="00C93474" w:rsidP="00C93474">
      <w:pPr>
        <w:pBdr>
          <w:bottom w:val="single" w:sz="4" w:space="1" w:color="auto"/>
        </w:pBdr>
        <w:jc w:val="center"/>
        <w:rPr>
          <w:sz w:val="20"/>
        </w:rPr>
      </w:pPr>
      <w:r w:rsidRPr="00832D25">
        <w:rPr>
          <w:sz w:val="20"/>
        </w:rPr>
        <w:t>Duomenys kaupiami ir saugomi Juridinių asmenų registre, kodas 188715222</w:t>
      </w:r>
      <w:r w:rsidR="003268C5" w:rsidRPr="00832D25">
        <w:rPr>
          <w:sz w:val="20"/>
        </w:rPr>
        <w:t xml:space="preserve"> </w:t>
      </w:r>
    </w:p>
    <w:p w:rsidR="00DC74B3" w:rsidRPr="00832D25" w:rsidRDefault="00DC74B3" w:rsidP="008A0B58">
      <w:pPr>
        <w:jc w:val="center"/>
        <w:rPr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21"/>
        <w:gridCol w:w="4817"/>
      </w:tblGrid>
      <w:tr w:rsidR="008A0B58" w:rsidRPr="00ED1ED5" w:rsidTr="00ED0679">
        <w:tc>
          <w:tcPr>
            <w:tcW w:w="2501" w:type="pct"/>
            <w:shd w:val="clear" w:color="auto" w:fill="auto"/>
          </w:tcPr>
          <w:p w:rsidR="000401E0" w:rsidRPr="000401E0" w:rsidRDefault="00683499" w:rsidP="000401E0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184655">
              <w:rPr>
                <w:szCs w:val="24"/>
              </w:rPr>
              <w:t xml:space="preserve">Inkomsta </w:t>
            </w:r>
            <w:r w:rsidR="00184655">
              <w:rPr>
                <w:szCs w:val="24"/>
                <w:lang w:val="en-US"/>
              </w:rPr>
              <w:t xml:space="preserve">&amp; </w:t>
            </w:r>
            <w:r w:rsidR="00184655">
              <w:rPr>
                <w:szCs w:val="24"/>
              </w:rPr>
              <w:t>Co</w:t>
            </w:r>
            <w:r>
              <w:rPr>
                <w:szCs w:val="24"/>
              </w:rPr>
              <w:t>“</w:t>
            </w:r>
          </w:p>
          <w:p w:rsidR="004C61BD" w:rsidRPr="00590277" w:rsidRDefault="0053058C" w:rsidP="0018465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El. p. </w:t>
            </w:r>
            <w:r w:rsidR="00184655">
              <w:rPr>
                <w:szCs w:val="24"/>
              </w:rPr>
              <w:t>company</w:t>
            </w:r>
            <w:r>
              <w:rPr>
                <w:szCs w:val="24"/>
                <w:lang w:val="en-US"/>
              </w:rPr>
              <w:t>@</w:t>
            </w:r>
            <w:r w:rsidR="00184655">
              <w:rPr>
                <w:szCs w:val="24"/>
                <w:lang w:val="en-US"/>
              </w:rPr>
              <w:t>inkomsta</w:t>
            </w:r>
            <w:r>
              <w:rPr>
                <w:szCs w:val="24"/>
                <w:lang w:val="en-US"/>
              </w:rPr>
              <w:t>.lt</w:t>
            </w:r>
            <w:r w:rsidR="00D53648" w:rsidRPr="00D53648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2499" w:type="pct"/>
            <w:shd w:val="clear" w:color="auto" w:fill="auto"/>
          </w:tcPr>
          <w:p w:rsidR="008A0B58" w:rsidRPr="00ED1ED5" w:rsidRDefault="008A0B58" w:rsidP="00ED0679">
            <w:pPr>
              <w:jc w:val="both"/>
              <w:rPr>
                <w:szCs w:val="24"/>
              </w:rPr>
            </w:pPr>
            <w:r w:rsidRPr="00ED1ED5">
              <w:rPr>
                <w:szCs w:val="24"/>
              </w:rPr>
              <w:t>20</w:t>
            </w:r>
            <w:r w:rsidR="00590277">
              <w:rPr>
                <w:szCs w:val="24"/>
              </w:rPr>
              <w:t>2</w:t>
            </w:r>
            <w:r w:rsidR="00CD2561">
              <w:rPr>
                <w:szCs w:val="24"/>
              </w:rPr>
              <w:t>2</w:t>
            </w:r>
            <w:r w:rsidRPr="00ED1ED5">
              <w:rPr>
                <w:szCs w:val="24"/>
              </w:rPr>
              <w:t>-</w:t>
            </w:r>
            <w:r w:rsidR="00CD2561">
              <w:rPr>
                <w:szCs w:val="24"/>
              </w:rPr>
              <w:t>04</w:t>
            </w:r>
            <w:r w:rsidRPr="00ED1ED5">
              <w:rPr>
                <w:szCs w:val="24"/>
              </w:rPr>
              <w:t xml:space="preserve">-       Nr. </w:t>
            </w:r>
          </w:p>
          <w:p w:rsidR="008A0B58" w:rsidRPr="008B6EAF" w:rsidRDefault="008A0B58" w:rsidP="00B7441C">
            <w:pPr>
              <w:jc w:val="both"/>
              <w:rPr>
                <w:szCs w:val="24"/>
                <w:lang w:val="en-US"/>
              </w:rPr>
            </w:pPr>
          </w:p>
        </w:tc>
      </w:tr>
    </w:tbl>
    <w:p w:rsidR="00B91CCE" w:rsidRDefault="00B91CCE" w:rsidP="00417F76">
      <w:pPr>
        <w:jc w:val="both"/>
      </w:pPr>
    </w:p>
    <w:p w:rsidR="00A06346" w:rsidRPr="00A06346" w:rsidRDefault="00A06346" w:rsidP="00417F76">
      <w:pPr>
        <w:jc w:val="both"/>
      </w:pPr>
    </w:p>
    <w:p w:rsidR="00417F76" w:rsidRPr="00ED1ED5" w:rsidRDefault="00417F76" w:rsidP="00417F76">
      <w:pPr>
        <w:jc w:val="both"/>
        <w:rPr>
          <w:b/>
        </w:rPr>
      </w:pPr>
      <w:r w:rsidRPr="00ED1ED5">
        <w:rPr>
          <w:b/>
        </w:rPr>
        <w:t xml:space="preserve">DĖL </w:t>
      </w:r>
      <w:r w:rsidR="0053058C">
        <w:rPr>
          <w:b/>
          <w:bCs/>
        </w:rPr>
        <w:t>20</w:t>
      </w:r>
      <w:r w:rsidR="00184655">
        <w:rPr>
          <w:b/>
          <w:bCs/>
        </w:rPr>
        <w:t>19</w:t>
      </w:r>
      <w:r w:rsidR="0053058C">
        <w:rPr>
          <w:b/>
          <w:bCs/>
        </w:rPr>
        <w:t>-0</w:t>
      </w:r>
      <w:r w:rsidR="00184655">
        <w:rPr>
          <w:b/>
          <w:bCs/>
        </w:rPr>
        <w:t>5</w:t>
      </w:r>
      <w:r w:rsidR="0053058C">
        <w:rPr>
          <w:b/>
          <w:bCs/>
        </w:rPr>
        <w:t>-</w:t>
      </w:r>
      <w:r w:rsidR="00184655">
        <w:rPr>
          <w:b/>
          <w:bCs/>
        </w:rPr>
        <w:t>31</w:t>
      </w:r>
      <w:r w:rsidR="0053058C">
        <w:rPr>
          <w:b/>
          <w:bCs/>
        </w:rPr>
        <w:t xml:space="preserve"> STATYBOS RANGOS SUTARTIES NR. S</w:t>
      </w:r>
      <w:r w:rsidR="00184655">
        <w:rPr>
          <w:b/>
          <w:bCs/>
        </w:rPr>
        <w:t>1</w:t>
      </w:r>
      <w:r w:rsidR="0053058C">
        <w:rPr>
          <w:b/>
          <w:bCs/>
        </w:rPr>
        <w:t>-</w:t>
      </w:r>
      <w:r w:rsidR="00184655">
        <w:rPr>
          <w:b/>
          <w:bCs/>
        </w:rPr>
        <w:t>581</w:t>
      </w:r>
    </w:p>
    <w:p w:rsidR="00417F76" w:rsidRPr="00ED1ED5" w:rsidRDefault="00417F76" w:rsidP="00417F76">
      <w:pPr>
        <w:jc w:val="both"/>
      </w:pPr>
    </w:p>
    <w:p w:rsidR="006B75EB" w:rsidRDefault="008A7B83" w:rsidP="006B75EB">
      <w:pPr>
        <w:ind w:firstLine="851"/>
        <w:jc w:val="both"/>
        <w:rPr>
          <w:bCs/>
          <w:szCs w:val="24"/>
        </w:rPr>
      </w:pPr>
      <w:r w:rsidRPr="008A7B83">
        <w:rPr>
          <w:bCs/>
          <w:szCs w:val="24"/>
        </w:rPr>
        <w:t>Kretingos rajono savivaldybės administracija</w:t>
      </w:r>
      <w:r w:rsidR="00CE403C">
        <w:rPr>
          <w:bCs/>
          <w:szCs w:val="24"/>
        </w:rPr>
        <w:t>, kaip Užsakovas,</w:t>
      </w:r>
      <w:r w:rsidRPr="008A7B83">
        <w:rPr>
          <w:bCs/>
          <w:szCs w:val="24"/>
        </w:rPr>
        <w:t xml:space="preserve"> </w:t>
      </w:r>
      <w:r w:rsidR="0053058C">
        <w:rPr>
          <w:bCs/>
          <w:szCs w:val="24"/>
        </w:rPr>
        <w:t>su Jūsų bendrove</w:t>
      </w:r>
      <w:r w:rsidR="0053372C">
        <w:rPr>
          <w:bCs/>
          <w:szCs w:val="24"/>
        </w:rPr>
        <w:t xml:space="preserve"> (toliau – Rangovas)</w:t>
      </w:r>
      <w:r w:rsidR="0053058C">
        <w:rPr>
          <w:bCs/>
          <w:szCs w:val="24"/>
        </w:rPr>
        <w:t xml:space="preserve"> </w:t>
      </w:r>
      <w:r w:rsidR="0053058C" w:rsidRPr="0053058C">
        <w:rPr>
          <w:bCs/>
          <w:szCs w:val="24"/>
        </w:rPr>
        <w:t>20</w:t>
      </w:r>
      <w:r w:rsidR="00184655">
        <w:rPr>
          <w:bCs/>
          <w:szCs w:val="24"/>
        </w:rPr>
        <w:t>19</w:t>
      </w:r>
      <w:r w:rsidR="0053058C" w:rsidRPr="0053058C">
        <w:rPr>
          <w:bCs/>
          <w:szCs w:val="24"/>
        </w:rPr>
        <w:t xml:space="preserve"> m. </w:t>
      </w:r>
      <w:r w:rsidR="00184655">
        <w:rPr>
          <w:bCs/>
          <w:szCs w:val="24"/>
        </w:rPr>
        <w:t>gegužės 31</w:t>
      </w:r>
      <w:r w:rsidR="0053058C" w:rsidRPr="0053058C">
        <w:rPr>
          <w:bCs/>
          <w:szCs w:val="24"/>
        </w:rPr>
        <w:t xml:space="preserve"> d. </w:t>
      </w:r>
      <w:r w:rsidR="0053058C">
        <w:rPr>
          <w:bCs/>
          <w:szCs w:val="24"/>
        </w:rPr>
        <w:t>pasirašė Statybos rangos sutartį Nr. S1-</w:t>
      </w:r>
      <w:r w:rsidR="00184655">
        <w:rPr>
          <w:bCs/>
          <w:szCs w:val="24"/>
        </w:rPr>
        <w:t>581</w:t>
      </w:r>
      <w:r w:rsidR="0053058C">
        <w:rPr>
          <w:bCs/>
          <w:szCs w:val="24"/>
        </w:rPr>
        <w:t xml:space="preserve"> (toliau – Sutartis) dėl </w:t>
      </w:r>
      <w:r w:rsidR="003268C0">
        <w:rPr>
          <w:bCs/>
          <w:szCs w:val="24"/>
        </w:rPr>
        <w:t>Savanorių</w:t>
      </w:r>
      <w:r w:rsidR="0053058C">
        <w:rPr>
          <w:bCs/>
          <w:szCs w:val="24"/>
        </w:rPr>
        <w:t xml:space="preserve"> g. KT</w:t>
      </w:r>
      <w:r w:rsidR="003268C0">
        <w:rPr>
          <w:bCs/>
          <w:szCs w:val="24"/>
        </w:rPr>
        <w:t>8074 (ruožas nuo 0,417 km iki 0,613 km) ir gatvės (be pavadinimo) KT8147 Kretingos mieste statybos darbų pagal techninį darbo projektą.</w:t>
      </w:r>
      <w:r w:rsidR="006B75EB" w:rsidRPr="006B75EB">
        <w:rPr>
          <w:lang w:eastAsia="ar-SA"/>
        </w:rPr>
        <w:t xml:space="preserve"> </w:t>
      </w:r>
      <w:r w:rsidR="006B75EB">
        <w:rPr>
          <w:bCs/>
          <w:szCs w:val="24"/>
        </w:rPr>
        <w:t>S</w:t>
      </w:r>
      <w:r w:rsidR="006B75EB" w:rsidRPr="006B75EB">
        <w:rPr>
          <w:bCs/>
          <w:szCs w:val="24"/>
        </w:rPr>
        <w:t>tatybos darbai yra pilnai užbaigti ir atlikti, vadovaujantis Lietuvos Respublikos statybos įstatymu, statybos techniniais reglamentais ir kitais teisės aktų reikalavimais.</w:t>
      </w:r>
      <w:r w:rsidR="006B75EB">
        <w:rPr>
          <w:bCs/>
          <w:szCs w:val="24"/>
        </w:rPr>
        <w:t xml:space="preserve"> </w:t>
      </w:r>
      <w:r w:rsidR="006B75EB" w:rsidRPr="006B75EB">
        <w:rPr>
          <w:bCs/>
          <w:szCs w:val="24"/>
        </w:rPr>
        <w:t xml:space="preserve">Atliktų darbų vertė – 605 </w:t>
      </w:r>
      <w:r w:rsidR="006B75EB" w:rsidRPr="006B75EB">
        <w:rPr>
          <w:bCs/>
          <w:szCs w:val="24"/>
          <w:lang w:val="en-US"/>
        </w:rPr>
        <w:t>696,65  Eur su PVM,</w:t>
      </w:r>
      <w:r w:rsidR="006B75EB" w:rsidRPr="006B75EB">
        <w:rPr>
          <w:bCs/>
          <w:szCs w:val="24"/>
        </w:rPr>
        <w:t xml:space="preserve"> 500 575,74 Eur be PVM</w:t>
      </w:r>
      <w:r w:rsidR="0053372C">
        <w:rPr>
          <w:bCs/>
          <w:szCs w:val="24"/>
        </w:rPr>
        <w:t xml:space="preserve">. </w:t>
      </w:r>
      <w:r w:rsidR="006B75EB" w:rsidRPr="006B75EB">
        <w:rPr>
          <w:bCs/>
          <w:szCs w:val="24"/>
        </w:rPr>
        <w:t>Statybos darbų pradžia 2019 m. liepos mėn., pabaiga 2021 m. sausio mėn.</w:t>
      </w:r>
      <w:r w:rsidR="0053372C">
        <w:rPr>
          <w:bCs/>
          <w:szCs w:val="24"/>
        </w:rPr>
        <w:t xml:space="preserve"> Darbų perdavimo-priėmimo aktas pasirašytas 2021 m. sausio 7 d. </w:t>
      </w:r>
    </w:p>
    <w:p w:rsidR="0053372C" w:rsidRPr="006B75EB" w:rsidRDefault="0053372C" w:rsidP="006B75EB">
      <w:pPr>
        <w:ind w:firstLine="851"/>
        <w:jc w:val="both"/>
        <w:rPr>
          <w:bCs/>
          <w:szCs w:val="24"/>
        </w:rPr>
      </w:pPr>
      <w:r>
        <w:rPr>
          <w:bCs/>
          <w:szCs w:val="24"/>
        </w:rPr>
        <w:t xml:space="preserve">Pažymime, kad Rangovas pilnai įvykdė Sutartyje numatytus sutartinius įsipareigojimus. </w:t>
      </w:r>
      <w:r w:rsidR="00AA0577">
        <w:rPr>
          <w:bCs/>
          <w:szCs w:val="24"/>
        </w:rPr>
        <w:t>Rangovui nebuvo prievolės gauti statybos užbaigimo aktą Lietuvos Respublikos statybos leidimų ir statybos valstybinės priežiūros informacinėje sistemoje „Infostatyba“ pateikiant prašymą ir įkeliant su prašymu privalomus pateikti dokumentus.</w:t>
      </w:r>
    </w:p>
    <w:p w:rsidR="003268C0" w:rsidRDefault="003268C0" w:rsidP="00E0480A">
      <w:pPr>
        <w:ind w:firstLine="851"/>
        <w:jc w:val="both"/>
        <w:rPr>
          <w:bCs/>
          <w:szCs w:val="24"/>
        </w:rPr>
      </w:pPr>
    </w:p>
    <w:p w:rsidR="006B75EB" w:rsidRDefault="006B75EB" w:rsidP="00E0480A">
      <w:pPr>
        <w:ind w:firstLine="851"/>
        <w:jc w:val="both"/>
        <w:rPr>
          <w:bCs/>
          <w:szCs w:val="24"/>
        </w:rPr>
      </w:pPr>
    </w:p>
    <w:p w:rsidR="00417F76" w:rsidRPr="00ED1ED5" w:rsidRDefault="00A01843" w:rsidP="00417F76">
      <w:pPr>
        <w:jc w:val="both"/>
      </w:pPr>
      <w:r w:rsidRPr="00A01843">
        <w:rPr>
          <w:bCs/>
        </w:rPr>
        <w:t xml:space="preserve">Administracijos </w:t>
      </w:r>
      <w:r w:rsidR="00E407F3">
        <w:rPr>
          <w:bCs/>
        </w:rPr>
        <w:t>direktor</w:t>
      </w:r>
      <w:r w:rsidR="00802EB8">
        <w:rPr>
          <w:bCs/>
        </w:rPr>
        <w:t>i</w:t>
      </w:r>
      <w:r w:rsidR="00F36635">
        <w:rPr>
          <w:bCs/>
        </w:rPr>
        <w:t>us</w:t>
      </w:r>
      <w:r w:rsidRPr="00A01843">
        <w:rPr>
          <w:bCs/>
        </w:rPr>
        <w:tab/>
      </w:r>
      <w:r w:rsidRPr="00A01843">
        <w:rPr>
          <w:bCs/>
        </w:rPr>
        <w:tab/>
      </w:r>
      <w:r w:rsidRPr="00A01843">
        <w:rPr>
          <w:bCs/>
        </w:rPr>
        <w:tab/>
        <w:t xml:space="preserve">                  </w:t>
      </w:r>
      <w:r w:rsidR="00802EB8">
        <w:rPr>
          <w:bCs/>
        </w:rPr>
        <w:t>Egidijus Viskontas</w:t>
      </w:r>
    </w:p>
    <w:p w:rsidR="00052BC1" w:rsidRPr="00ED1ED5" w:rsidRDefault="00052BC1" w:rsidP="004C61BD"/>
    <w:p w:rsidR="00052BC1" w:rsidRPr="00ED1ED5" w:rsidRDefault="00052BC1" w:rsidP="004C61BD"/>
    <w:p w:rsidR="006C73B9" w:rsidRDefault="006C73B9" w:rsidP="004C61BD"/>
    <w:p w:rsidR="00230A08" w:rsidRDefault="00230A08" w:rsidP="004C61BD"/>
    <w:p w:rsidR="00230A08" w:rsidRDefault="00230A08" w:rsidP="004C61BD"/>
    <w:p w:rsidR="00230A08" w:rsidRDefault="00230A08" w:rsidP="004C61BD"/>
    <w:p w:rsidR="00C816EC" w:rsidRDefault="00C816EC" w:rsidP="004C61BD"/>
    <w:p w:rsidR="00BD42D2" w:rsidRDefault="00BD42D2" w:rsidP="004C61BD">
      <w:bookmarkStart w:id="0" w:name="_GoBack"/>
      <w:bookmarkEnd w:id="0"/>
    </w:p>
    <w:p w:rsidR="00C816EC" w:rsidRDefault="00C816EC" w:rsidP="004C61BD"/>
    <w:p w:rsidR="00C816EC" w:rsidRDefault="00C816EC" w:rsidP="004C61BD"/>
    <w:p w:rsidR="00C816EC" w:rsidRDefault="00C816EC" w:rsidP="004C61BD"/>
    <w:p w:rsidR="00C816EC" w:rsidRDefault="00C816EC" w:rsidP="004C61BD"/>
    <w:p w:rsidR="00F36635" w:rsidRDefault="00F36635" w:rsidP="004C61BD"/>
    <w:p w:rsidR="00F36635" w:rsidRDefault="00F36635" w:rsidP="004C61BD"/>
    <w:p w:rsidR="00230A08" w:rsidRDefault="00230A08" w:rsidP="004C61BD"/>
    <w:p w:rsidR="00255E73" w:rsidRDefault="00255E73" w:rsidP="004C61BD"/>
    <w:p w:rsidR="00255E73" w:rsidRDefault="00255E73" w:rsidP="004C61BD"/>
    <w:p w:rsidR="00255E73" w:rsidRDefault="00255E73" w:rsidP="004C61BD"/>
    <w:p w:rsidR="00255E73" w:rsidRPr="00ED1ED5" w:rsidRDefault="00255E73" w:rsidP="004C61BD"/>
    <w:p w:rsidR="008D017D" w:rsidRPr="00ED1ED5" w:rsidRDefault="008D017D" w:rsidP="004C61BD"/>
    <w:p w:rsidR="00052BC1" w:rsidRPr="00ED1ED5" w:rsidRDefault="00052BC1" w:rsidP="004C61BD"/>
    <w:p w:rsidR="004C61BD" w:rsidRPr="00ED1ED5" w:rsidRDefault="004C61BD" w:rsidP="004C61BD">
      <w:r w:rsidRPr="00ED1ED5">
        <w:t>S</w:t>
      </w:r>
      <w:r w:rsidR="001A396F">
        <w:t>.</w:t>
      </w:r>
      <w:r w:rsidRPr="00ED1ED5">
        <w:t xml:space="preserve"> Jazbutienė, tel. (8 445) 75 113, el. p. </w:t>
      </w:r>
      <w:hyperlink r:id="rId9" w:history="1">
        <w:r w:rsidRPr="00ED1ED5">
          <w:rPr>
            <w:rStyle w:val="Hipersaitas"/>
          </w:rPr>
          <w:t>sigute.jazbutiene@kretinga.lt</w:t>
        </w:r>
      </w:hyperlink>
    </w:p>
    <w:p w:rsidR="00052BC1" w:rsidRDefault="00052BC1" w:rsidP="004C61BD"/>
    <w:sectPr w:rsidR="00052BC1" w:rsidSect="00E973D3">
      <w:pgSz w:w="11906" w:h="16838" w:code="9"/>
      <w:pgMar w:top="1134" w:right="567" w:bottom="1135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EB9" w:rsidRDefault="00DD5EB9" w:rsidP="00494D76">
      <w:r>
        <w:separator/>
      </w:r>
    </w:p>
  </w:endnote>
  <w:endnote w:type="continuationSeparator" w:id="0">
    <w:p w:rsidR="00DD5EB9" w:rsidRDefault="00DD5EB9" w:rsidP="0049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EB9" w:rsidRDefault="00DD5EB9" w:rsidP="00494D76">
      <w:r>
        <w:separator/>
      </w:r>
    </w:p>
  </w:footnote>
  <w:footnote w:type="continuationSeparator" w:id="0">
    <w:p w:rsidR="00DD5EB9" w:rsidRDefault="00DD5EB9" w:rsidP="00494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5EC8416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CB3908"/>
    <w:multiLevelType w:val="hybridMultilevel"/>
    <w:tmpl w:val="1528EF92"/>
    <w:lvl w:ilvl="0" w:tplc="2D6629E8">
      <w:start w:val="201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93B2E85"/>
    <w:multiLevelType w:val="multilevel"/>
    <w:tmpl w:val="F0CE97E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CC7B94"/>
    <w:multiLevelType w:val="hybridMultilevel"/>
    <w:tmpl w:val="1DDCD402"/>
    <w:lvl w:ilvl="0" w:tplc="F91E91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5C31FAA"/>
    <w:multiLevelType w:val="hybridMultilevel"/>
    <w:tmpl w:val="0C5C76A6"/>
    <w:lvl w:ilvl="0" w:tplc="68ECA1C8">
      <w:start w:val="1"/>
      <w:numFmt w:val="decimal"/>
      <w:lvlText w:val="%1)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5" w15:restartNumberingAfterBreak="0">
    <w:nsid w:val="4C034D7A"/>
    <w:multiLevelType w:val="hybridMultilevel"/>
    <w:tmpl w:val="92FEB6B4"/>
    <w:lvl w:ilvl="0" w:tplc="510248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78361BD"/>
    <w:multiLevelType w:val="hybridMultilevel"/>
    <w:tmpl w:val="C5E0D746"/>
    <w:lvl w:ilvl="0" w:tplc="4EEAE94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7" w15:restartNumberingAfterBreak="0">
    <w:nsid w:val="6BB008CE"/>
    <w:multiLevelType w:val="hybridMultilevel"/>
    <w:tmpl w:val="ACA8309A"/>
    <w:lvl w:ilvl="0" w:tplc="51BAC0C4">
      <w:start w:val="1"/>
      <w:numFmt w:val="decimal"/>
      <w:lvlText w:val="%1."/>
      <w:lvlJc w:val="left"/>
      <w:pPr>
        <w:ind w:left="17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85" w:hanging="360"/>
      </w:pPr>
    </w:lvl>
    <w:lvl w:ilvl="2" w:tplc="0427001B" w:tentative="1">
      <w:start w:val="1"/>
      <w:numFmt w:val="lowerRoman"/>
      <w:lvlText w:val="%3."/>
      <w:lvlJc w:val="right"/>
      <w:pPr>
        <w:ind w:left="3205" w:hanging="180"/>
      </w:pPr>
    </w:lvl>
    <w:lvl w:ilvl="3" w:tplc="0427000F" w:tentative="1">
      <w:start w:val="1"/>
      <w:numFmt w:val="decimal"/>
      <w:lvlText w:val="%4."/>
      <w:lvlJc w:val="left"/>
      <w:pPr>
        <w:ind w:left="3925" w:hanging="360"/>
      </w:pPr>
    </w:lvl>
    <w:lvl w:ilvl="4" w:tplc="04270019" w:tentative="1">
      <w:start w:val="1"/>
      <w:numFmt w:val="lowerLetter"/>
      <w:lvlText w:val="%5."/>
      <w:lvlJc w:val="left"/>
      <w:pPr>
        <w:ind w:left="4645" w:hanging="360"/>
      </w:pPr>
    </w:lvl>
    <w:lvl w:ilvl="5" w:tplc="0427001B" w:tentative="1">
      <w:start w:val="1"/>
      <w:numFmt w:val="lowerRoman"/>
      <w:lvlText w:val="%6."/>
      <w:lvlJc w:val="right"/>
      <w:pPr>
        <w:ind w:left="5365" w:hanging="180"/>
      </w:pPr>
    </w:lvl>
    <w:lvl w:ilvl="6" w:tplc="0427000F" w:tentative="1">
      <w:start w:val="1"/>
      <w:numFmt w:val="decimal"/>
      <w:lvlText w:val="%7."/>
      <w:lvlJc w:val="left"/>
      <w:pPr>
        <w:ind w:left="6085" w:hanging="360"/>
      </w:pPr>
    </w:lvl>
    <w:lvl w:ilvl="7" w:tplc="04270019" w:tentative="1">
      <w:start w:val="1"/>
      <w:numFmt w:val="lowerLetter"/>
      <w:lvlText w:val="%8."/>
      <w:lvlJc w:val="left"/>
      <w:pPr>
        <w:ind w:left="6805" w:hanging="360"/>
      </w:pPr>
    </w:lvl>
    <w:lvl w:ilvl="8" w:tplc="0427001B" w:tentative="1">
      <w:start w:val="1"/>
      <w:numFmt w:val="lowerRoman"/>
      <w:lvlText w:val="%9."/>
      <w:lvlJc w:val="right"/>
      <w:pPr>
        <w:ind w:left="7525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B5"/>
    <w:rsid w:val="00003A70"/>
    <w:rsid w:val="0000599C"/>
    <w:rsid w:val="0001394A"/>
    <w:rsid w:val="0001453A"/>
    <w:rsid w:val="000157A2"/>
    <w:rsid w:val="00015EFD"/>
    <w:rsid w:val="00023DEF"/>
    <w:rsid w:val="00026CD7"/>
    <w:rsid w:val="00026E07"/>
    <w:rsid w:val="00032B0D"/>
    <w:rsid w:val="00037ECD"/>
    <w:rsid w:val="000401E0"/>
    <w:rsid w:val="00045F66"/>
    <w:rsid w:val="000467E5"/>
    <w:rsid w:val="00052BC1"/>
    <w:rsid w:val="00057D4B"/>
    <w:rsid w:val="00062286"/>
    <w:rsid w:val="00063C17"/>
    <w:rsid w:val="000653FC"/>
    <w:rsid w:val="00076D54"/>
    <w:rsid w:val="000800AC"/>
    <w:rsid w:val="00084C35"/>
    <w:rsid w:val="0008544F"/>
    <w:rsid w:val="00091BDE"/>
    <w:rsid w:val="000A55A7"/>
    <w:rsid w:val="000A66EF"/>
    <w:rsid w:val="000A729C"/>
    <w:rsid w:val="000D2578"/>
    <w:rsid w:val="000E2DFD"/>
    <w:rsid w:val="000F0B6E"/>
    <w:rsid w:val="00104041"/>
    <w:rsid w:val="00110268"/>
    <w:rsid w:val="00110B71"/>
    <w:rsid w:val="00122606"/>
    <w:rsid w:val="001316E3"/>
    <w:rsid w:val="00142857"/>
    <w:rsid w:val="00142C0A"/>
    <w:rsid w:val="00145650"/>
    <w:rsid w:val="001506CC"/>
    <w:rsid w:val="001547D2"/>
    <w:rsid w:val="001557DB"/>
    <w:rsid w:val="00155CB0"/>
    <w:rsid w:val="00160B8E"/>
    <w:rsid w:val="00167A95"/>
    <w:rsid w:val="00170109"/>
    <w:rsid w:val="00170332"/>
    <w:rsid w:val="00172681"/>
    <w:rsid w:val="00172EF1"/>
    <w:rsid w:val="001756D4"/>
    <w:rsid w:val="00175D00"/>
    <w:rsid w:val="00181866"/>
    <w:rsid w:val="00184655"/>
    <w:rsid w:val="00194272"/>
    <w:rsid w:val="00194B21"/>
    <w:rsid w:val="00196EFF"/>
    <w:rsid w:val="001A03EE"/>
    <w:rsid w:val="001A09C4"/>
    <w:rsid w:val="001A396F"/>
    <w:rsid w:val="001B15C2"/>
    <w:rsid w:val="001B7B14"/>
    <w:rsid w:val="001C308D"/>
    <w:rsid w:val="001C4449"/>
    <w:rsid w:val="001E17F2"/>
    <w:rsid w:val="001F4192"/>
    <w:rsid w:val="00200B38"/>
    <w:rsid w:val="0020220B"/>
    <w:rsid w:val="00207985"/>
    <w:rsid w:val="00214267"/>
    <w:rsid w:val="002176B4"/>
    <w:rsid w:val="002217C3"/>
    <w:rsid w:val="002302CB"/>
    <w:rsid w:val="00230A08"/>
    <w:rsid w:val="002349E3"/>
    <w:rsid w:val="0023664C"/>
    <w:rsid w:val="002445CD"/>
    <w:rsid w:val="002547C7"/>
    <w:rsid w:val="00255E73"/>
    <w:rsid w:val="00260C76"/>
    <w:rsid w:val="00263754"/>
    <w:rsid w:val="0027374C"/>
    <w:rsid w:val="00290255"/>
    <w:rsid w:val="0029589A"/>
    <w:rsid w:val="002974F8"/>
    <w:rsid w:val="002A1B56"/>
    <w:rsid w:val="002A1EA4"/>
    <w:rsid w:val="002A5CA1"/>
    <w:rsid w:val="002B275E"/>
    <w:rsid w:val="002C0988"/>
    <w:rsid w:val="002C1061"/>
    <w:rsid w:val="002C1F0F"/>
    <w:rsid w:val="002C3821"/>
    <w:rsid w:val="002C6FB0"/>
    <w:rsid w:val="002D1C2B"/>
    <w:rsid w:val="002D2384"/>
    <w:rsid w:val="002E42A1"/>
    <w:rsid w:val="002E4A37"/>
    <w:rsid w:val="002E6F05"/>
    <w:rsid w:val="002E7DCD"/>
    <w:rsid w:val="002F24F8"/>
    <w:rsid w:val="002F4CEC"/>
    <w:rsid w:val="002F75F7"/>
    <w:rsid w:val="00310F45"/>
    <w:rsid w:val="00316DC5"/>
    <w:rsid w:val="00316DC7"/>
    <w:rsid w:val="00317AF9"/>
    <w:rsid w:val="003268C0"/>
    <w:rsid w:val="003268C5"/>
    <w:rsid w:val="003303DF"/>
    <w:rsid w:val="00330BB2"/>
    <w:rsid w:val="0033256E"/>
    <w:rsid w:val="00332853"/>
    <w:rsid w:val="00334B3A"/>
    <w:rsid w:val="00341212"/>
    <w:rsid w:val="00342761"/>
    <w:rsid w:val="003505D4"/>
    <w:rsid w:val="0037590D"/>
    <w:rsid w:val="00380185"/>
    <w:rsid w:val="003834E1"/>
    <w:rsid w:val="0039053B"/>
    <w:rsid w:val="00394711"/>
    <w:rsid w:val="003A0AFB"/>
    <w:rsid w:val="003A79D1"/>
    <w:rsid w:val="003B3008"/>
    <w:rsid w:val="003C0C69"/>
    <w:rsid w:val="003C26B5"/>
    <w:rsid w:val="003C32A0"/>
    <w:rsid w:val="003C35A6"/>
    <w:rsid w:val="003D16CA"/>
    <w:rsid w:val="003E774B"/>
    <w:rsid w:val="003F2793"/>
    <w:rsid w:val="003F3419"/>
    <w:rsid w:val="003F3ACD"/>
    <w:rsid w:val="0040400C"/>
    <w:rsid w:val="00404575"/>
    <w:rsid w:val="0040728D"/>
    <w:rsid w:val="00414F60"/>
    <w:rsid w:val="00417F76"/>
    <w:rsid w:val="00420F97"/>
    <w:rsid w:val="00434197"/>
    <w:rsid w:val="00437B81"/>
    <w:rsid w:val="00437C6C"/>
    <w:rsid w:val="004456E3"/>
    <w:rsid w:val="0046406A"/>
    <w:rsid w:val="00471879"/>
    <w:rsid w:val="00473BE0"/>
    <w:rsid w:val="0047790E"/>
    <w:rsid w:val="004826E0"/>
    <w:rsid w:val="004867D0"/>
    <w:rsid w:val="004944A8"/>
    <w:rsid w:val="00494D76"/>
    <w:rsid w:val="004C61BD"/>
    <w:rsid w:val="004C6EB2"/>
    <w:rsid w:val="004D0546"/>
    <w:rsid w:val="004D26B0"/>
    <w:rsid w:val="004D31C0"/>
    <w:rsid w:val="004D3E59"/>
    <w:rsid w:val="004E5D5F"/>
    <w:rsid w:val="004E67CE"/>
    <w:rsid w:val="004E7AF1"/>
    <w:rsid w:val="004F4F1F"/>
    <w:rsid w:val="0050509B"/>
    <w:rsid w:val="00505B80"/>
    <w:rsid w:val="00505D02"/>
    <w:rsid w:val="0051616D"/>
    <w:rsid w:val="005271F1"/>
    <w:rsid w:val="00527AE4"/>
    <w:rsid w:val="0053058C"/>
    <w:rsid w:val="00530F9D"/>
    <w:rsid w:val="00531127"/>
    <w:rsid w:val="0053372C"/>
    <w:rsid w:val="005357CB"/>
    <w:rsid w:val="00545B45"/>
    <w:rsid w:val="005565A1"/>
    <w:rsid w:val="00560334"/>
    <w:rsid w:val="00565705"/>
    <w:rsid w:val="00567549"/>
    <w:rsid w:val="0057027E"/>
    <w:rsid w:val="00570A11"/>
    <w:rsid w:val="00573E9C"/>
    <w:rsid w:val="005761AA"/>
    <w:rsid w:val="00590277"/>
    <w:rsid w:val="00592032"/>
    <w:rsid w:val="00593E5E"/>
    <w:rsid w:val="00596989"/>
    <w:rsid w:val="005A11E2"/>
    <w:rsid w:val="005B5B98"/>
    <w:rsid w:val="005C1899"/>
    <w:rsid w:val="005C6763"/>
    <w:rsid w:val="005D1233"/>
    <w:rsid w:val="005D6BF4"/>
    <w:rsid w:val="005E0078"/>
    <w:rsid w:val="005E2490"/>
    <w:rsid w:val="00604194"/>
    <w:rsid w:val="00604452"/>
    <w:rsid w:val="00604FD4"/>
    <w:rsid w:val="00611482"/>
    <w:rsid w:val="00613F01"/>
    <w:rsid w:val="00616B92"/>
    <w:rsid w:val="00620E81"/>
    <w:rsid w:val="00625905"/>
    <w:rsid w:val="00626421"/>
    <w:rsid w:val="006265C1"/>
    <w:rsid w:val="00626C44"/>
    <w:rsid w:val="00627480"/>
    <w:rsid w:val="00632A17"/>
    <w:rsid w:val="006356D7"/>
    <w:rsid w:val="00643343"/>
    <w:rsid w:val="006464E0"/>
    <w:rsid w:val="00651B64"/>
    <w:rsid w:val="0065292D"/>
    <w:rsid w:val="00670C87"/>
    <w:rsid w:val="00683499"/>
    <w:rsid w:val="006835B0"/>
    <w:rsid w:val="006869C1"/>
    <w:rsid w:val="00687709"/>
    <w:rsid w:val="006A3C2B"/>
    <w:rsid w:val="006B096E"/>
    <w:rsid w:val="006B5C25"/>
    <w:rsid w:val="006B75EB"/>
    <w:rsid w:val="006C73B9"/>
    <w:rsid w:val="006D01B1"/>
    <w:rsid w:val="006D275D"/>
    <w:rsid w:val="006D6C14"/>
    <w:rsid w:val="006D71EB"/>
    <w:rsid w:val="006E2CDC"/>
    <w:rsid w:val="006E5B94"/>
    <w:rsid w:val="006E7364"/>
    <w:rsid w:val="006F213C"/>
    <w:rsid w:val="006F2DC8"/>
    <w:rsid w:val="006F39D6"/>
    <w:rsid w:val="006F3FC8"/>
    <w:rsid w:val="006F432B"/>
    <w:rsid w:val="007012B7"/>
    <w:rsid w:val="00703E08"/>
    <w:rsid w:val="00705655"/>
    <w:rsid w:val="0071422F"/>
    <w:rsid w:val="00733C9A"/>
    <w:rsid w:val="00733EC7"/>
    <w:rsid w:val="007352C7"/>
    <w:rsid w:val="0073611B"/>
    <w:rsid w:val="00737908"/>
    <w:rsid w:val="00737C67"/>
    <w:rsid w:val="00737C7B"/>
    <w:rsid w:val="007401FF"/>
    <w:rsid w:val="007726AF"/>
    <w:rsid w:val="00775A81"/>
    <w:rsid w:val="00776360"/>
    <w:rsid w:val="00793DDB"/>
    <w:rsid w:val="00796D6E"/>
    <w:rsid w:val="007A15D2"/>
    <w:rsid w:val="007A3A4D"/>
    <w:rsid w:val="007A3F58"/>
    <w:rsid w:val="007A48B5"/>
    <w:rsid w:val="007A5A77"/>
    <w:rsid w:val="007B17D8"/>
    <w:rsid w:val="007B60A0"/>
    <w:rsid w:val="007B770D"/>
    <w:rsid w:val="007C2D65"/>
    <w:rsid w:val="007D52CB"/>
    <w:rsid w:val="007E296E"/>
    <w:rsid w:val="007E3DB6"/>
    <w:rsid w:val="007E697F"/>
    <w:rsid w:val="007F3237"/>
    <w:rsid w:val="00802EB8"/>
    <w:rsid w:val="0081055E"/>
    <w:rsid w:val="00824C31"/>
    <w:rsid w:val="00832D25"/>
    <w:rsid w:val="00835629"/>
    <w:rsid w:val="00835D2F"/>
    <w:rsid w:val="008400D5"/>
    <w:rsid w:val="00856042"/>
    <w:rsid w:val="008666C4"/>
    <w:rsid w:val="00867098"/>
    <w:rsid w:val="008673B2"/>
    <w:rsid w:val="008677E1"/>
    <w:rsid w:val="00870B49"/>
    <w:rsid w:val="00874D41"/>
    <w:rsid w:val="008775CE"/>
    <w:rsid w:val="008A05E6"/>
    <w:rsid w:val="008A0B58"/>
    <w:rsid w:val="008A7B83"/>
    <w:rsid w:val="008B2EEC"/>
    <w:rsid w:val="008B54BA"/>
    <w:rsid w:val="008B6EAF"/>
    <w:rsid w:val="008C68A2"/>
    <w:rsid w:val="008D017D"/>
    <w:rsid w:val="008D59AF"/>
    <w:rsid w:val="008D74AE"/>
    <w:rsid w:val="008E3072"/>
    <w:rsid w:val="00910BE1"/>
    <w:rsid w:val="009111D8"/>
    <w:rsid w:val="0091169A"/>
    <w:rsid w:val="00920307"/>
    <w:rsid w:val="0092579F"/>
    <w:rsid w:val="009351E9"/>
    <w:rsid w:val="0095121F"/>
    <w:rsid w:val="00952679"/>
    <w:rsid w:val="009709E9"/>
    <w:rsid w:val="00973D07"/>
    <w:rsid w:val="009760F9"/>
    <w:rsid w:val="009968E2"/>
    <w:rsid w:val="009A1960"/>
    <w:rsid w:val="009A2422"/>
    <w:rsid w:val="009B1D85"/>
    <w:rsid w:val="009B6886"/>
    <w:rsid w:val="009C030A"/>
    <w:rsid w:val="009D5E7E"/>
    <w:rsid w:val="009E1DF5"/>
    <w:rsid w:val="009E4D56"/>
    <w:rsid w:val="009E62D0"/>
    <w:rsid w:val="009F0F0C"/>
    <w:rsid w:val="009F1412"/>
    <w:rsid w:val="00A01843"/>
    <w:rsid w:val="00A0213A"/>
    <w:rsid w:val="00A0413A"/>
    <w:rsid w:val="00A06346"/>
    <w:rsid w:val="00A16C74"/>
    <w:rsid w:val="00A213D6"/>
    <w:rsid w:val="00A24F25"/>
    <w:rsid w:val="00A26BD2"/>
    <w:rsid w:val="00A31A84"/>
    <w:rsid w:val="00A346C3"/>
    <w:rsid w:val="00A44045"/>
    <w:rsid w:val="00A44243"/>
    <w:rsid w:val="00A46A40"/>
    <w:rsid w:val="00A46D5A"/>
    <w:rsid w:val="00A519DB"/>
    <w:rsid w:val="00A651CA"/>
    <w:rsid w:val="00A652E6"/>
    <w:rsid w:val="00A750AE"/>
    <w:rsid w:val="00A82824"/>
    <w:rsid w:val="00A8472F"/>
    <w:rsid w:val="00A867F7"/>
    <w:rsid w:val="00A9539B"/>
    <w:rsid w:val="00A9583C"/>
    <w:rsid w:val="00AA0577"/>
    <w:rsid w:val="00AA47FF"/>
    <w:rsid w:val="00AB3620"/>
    <w:rsid w:val="00AC6786"/>
    <w:rsid w:val="00AD7CDB"/>
    <w:rsid w:val="00AE1372"/>
    <w:rsid w:val="00AE402A"/>
    <w:rsid w:val="00AF162D"/>
    <w:rsid w:val="00AF4079"/>
    <w:rsid w:val="00AF7196"/>
    <w:rsid w:val="00AF7765"/>
    <w:rsid w:val="00B00855"/>
    <w:rsid w:val="00B2522E"/>
    <w:rsid w:val="00B26182"/>
    <w:rsid w:val="00B27FEF"/>
    <w:rsid w:val="00B315EC"/>
    <w:rsid w:val="00B4614E"/>
    <w:rsid w:val="00B63640"/>
    <w:rsid w:val="00B679F6"/>
    <w:rsid w:val="00B7441C"/>
    <w:rsid w:val="00B75C0E"/>
    <w:rsid w:val="00B855EC"/>
    <w:rsid w:val="00B91CCE"/>
    <w:rsid w:val="00B94E2F"/>
    <w:rsid w:val="00B962EB"/>
    <w:rsid w:val="00B975D8"/>
    <w:rsid w:val="00BA71E4"/>
    <w:rsid w:val="00BB248F"/>
    <w:rsid w:val="00BC0897"/>
    <w:rsid w:val="00BC7369"/>
    <w:rsid w:val="00BC7D2A"/>
    <w:rsid w:val="00BD42D2"/>
    <w:rsid w:val="00BE166F"/>
    <w:rsid w:val="00BF6923"/>
    <w:rsid w:val="00C06F73"/>
    <w:rsid w:val="00C07EAB"/>
    <w:rsid w:val="00C1049B"/>
    <w:rsid w:val="00C142E6"/>
    <w:rsid w:val="00C151C8"/>
    <w:rsid w:val="00C2055A"/>
    <w:rsid w:val="00C22673"/>
    <w:rsid w:val="00C23ABC"/>
    <w:rsid w:val="00C23C0A"/>
    <w:rsid w:val="00C31CE6"/>
    <w:rsid w:val="00C413A0"/>
    <w:rsid w:val="00C45159"/>
    <w:rsid w:val="00C51BAE"/>
    <w:rsid w:val="00C523AA"/>
    <w:rsid w:val="00C5380F"/>
    <w:rsid w:val="00C57993"/>
    <w:rsid w:val="00C705CA"/>
    <w:rsid w:val="00C76A55"/>
    <w:rsid w:val="00C816EC"/>
    <w:rsid w:val="00C820E2"/>
    <w:rsid w:val="00C877B3"/>
    <w:rsid w:val="00C93474"/>
    <w:rsid w:val="00C95864"/>
    <w:rsid w:val="00CA3065"/>
    <w:rsid w:val="00CA6255"/>
    <w:rsid w:val="00CB3793"/>
    <w:rsid w:val="00CB577A"/>
    <w:rsid w:val="00CC2E3D"/>
    <w:rsid w:val="00CC3B18"/>
    <w:rsid w:val="00CC724C"/>
    <w:rsid w:val="00CD1418"/>
    <w:rsid w:val="00CD2561"/>
    <w:rsid w:val="00CE403C"/>
    <w:rsid w:val="00CF11FE"/>
    <w:rsid w:val="00CF5BE7"/>
    <w:rsid w:val="00D008E5"/>
    <w:rsid w:val="00D108E8"/>
    <w:rsid w:val="00D1227E"/>
    <w:rsid w:val="00D14DD2"/>
    <w:rsid w:val="00D16B62"/>
    <w:rsid w:val="00D174D6"/>
    <w:rsid w:val="00D216D4"/>
    <w:rsid w:val="00D330C5"/>
    <w:rsid w:val="00D452B9"/>
    <w:rsid w:val="00D463E7"/>
    <w:rsid w:val="00D53648"/>
    <w:rsid w:val="00D551A6"/>
    <w:rsid w:val="00D55E6D"/>
    <w:rsid w:val="00D649C4"/>
    <w:rsid w:val="00D6759F"/>
    <w:rsid w:val="00D70CE7"/>
    <w:rsid w:val="00D76301"/>
    <w:rsid w:val="00D7733C"/>
    <w:rsid w:val="00D81811"/>
    <w:rsid w:val="00D926A6"/>
    <w:rsid w:val="00DA08A5"/>
    <w:rsid w:val="00DB1E92"/>
    <w:rsid w:val="00DB600C"/>
    <w:rsid w:val="00DB6241"/>
    <w:rsid w:val="00DC3D7F"/>
    <w:rsid w:val="00DC67F0"/>
    <w:rsid w:val="00DC70D9"/>
    <w:rsid w:val="00DC74B3"/>
    <w:rsid w:val="00DD3162"/>
    <w:rsid w:val="00DD3C51"/>
    <w:rsid w:val="00DD4F4F"/>
    <w:rsid w:val="00DD5EB9"/>
    <w:rsid w:val="00DD6530"/>
    <w:rsid w:val="00DD6BDC"/>
    <w:rsid w:val="00DD7E04"/>
    <w:rsid w:val="00DF0AF2"/>
    <w:rsid w:val="00E03F17"/>
    <w:rsid w:val="00E0480A"/>
    <w:rsid w:val="00E13A68"/>
    <w:rsid w:val="00E205DE"/>
    <w:rsid w:val="00E2567E"/>
    <w:rsid w:val="00E306EF"/>
    <w:rsid w:val="00E33E6A"/>
    <w:rsid w:val="00E3666B"/>
    <w:rsid w:val="00E36829"/>
    <w:rsid w:val="00E407F3"/>
    <w:rsid w:val="00E4543D"/>
    <w:rsid w:val="00E50B30"/>
    <w:rsid w:val="00E5147D"/>
    <w:rsid w:val="00E702AB"/>
    <w:rsid w:val="00E75D79"/>
    <w:rsid w:val="00E77526"/>
    <w:rsid w:val="00E860FD"/>
    <w:rsid w:val="00E945CF"/>
    <w:rsid w:val="00E9498D"/>
    <w:rsid w:val="00E973D3"/>
    <w:rsid w:val="00EA573C"/>
    <w:rsid w:val="00EB2029"/>
    <w:rsid w:val="00EB28E0"/>
    <w:rsid w:val="00EB677F"/>
    <w:rsid w:val="00EC325B"/>
    <w:rsid w:val="00ED1ED5"/>
    <w:rsid w:val="00EE0E9C"/>
    <w:rsid w:val="00EE1887"/>
    <w:rsid w:val="00EE636C"/>
    <w:rsid w:val="00F03E11"/>
    <w:rsid w:val="00F062D1"/>
    <w:rsid w:val="00F102F3"/>
    <w:rsid w:val="00F13403"/>
    <w:rsid w:val="00F15585"/>
    <w:rsid w:val="00F16C6C"/>
    <w:rsid w:val="00F17CE7"/>
    <w:rsid w:val="00F226B1"/>
    <w:rsid w:val="00F22ED7"/>
    <w:rsid w:val="00F232C5"/>
    <w:rsid w:val="00F36635"/>
    <w:rsid w:val="00F36C4D"/>
    <w:rsid w:val="00F47501"/>
    <w:rsid w:val="00F56550"/>
    <w:rsid w:val="00F64640"/>
    <w:rsid w:val="00F71066"/>
    <w:rsid w:val="00F73809"/>
    <w:rsid w:val="00F74D09"/>
    <w:rsid w:val="00F81E51"/>
    <w:rsid w:val="00F82C54"/>
    <w:rsid w:val="00F83564"/>
    <w:rsid w:val="00F86A5C"/>
    <w:rsid w:val="00F9641F"/>
    <w:rsid w:val="00FA0E5E"/>
    <w:rsid w:val="00FA74DA"/>
    <w:rsid w:val="00FB5676"/>
    <w:rsid w:val="00FB5772"/>
    <w:rsid w:val="00FB6083"/>
    <w:rsid w:val="00FC700F"/>
    <w:rsid w:val="00FD4952"/>
    <w:rsid w:val="00FE0D52"/>
    <w:rsid w:val="00FE143E"/>
    <w:rsid w:val="00FE5399"/>
    <w:rsid w:val="00FE5622"/>
    <w:rsid w:val="00FE6196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FF006"/>
  <w15:docId w15:val="{FD841D0F-8E69-4202-89CE-48BB91C5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E4D56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9E4D56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harChar">
    <w:name w:val="Char Char"/>
    <w:basedOn w:val="prastasis"/>
    <w:rsid w:val="009E4D56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HTMLiankstoformatuotas">
    <w:name w:val="HTML Preformatted"/>
    <w:basedOn w:val="prastasis"/>
    <w:rsid w:val="009E4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lt-LT"/>
    </w:rPr>
  </w:style>
  <w:style w:type="paragraph" w:styleId="Pagrindinistekstas">
    <w:name w:val="Body Text"/>
    <w:basedOn w:val="prastasis"/>
    <w:rsid w:val="009E4D56"/>
    <w:pPr>
      <w:spacing w:after="120"/>
    </w:pPr>
  </w:style>
  <w:style w:type="paragraph" w:customStyle="1" w:styleId="prastasiniatinklio1">
    <w:name w:val="Įprastas (žiniatinklio)1"/>
    <w:basedOn w:val="prastasis"/>
    <w:uiPriority w:val="99"/>
    <w:rsid w:val="009E4D56"/>
    <w:pPr>
      <w:spacing w:before="100" w:beforeAutospacing="1" w:after="100" w:afterAutospacing="1"/>
    </w:pPr>
    <w:rPr>
      <w:szCs w:val="24"/>
      <w:lang w:eastAsia="lt-LT"/>
    </w:rPr>
  </w:style>
  <w:style w:type="paragraph" w:styleId="Pagrindiniotekstotrauka2">
    <w:name w:val="Body Text Indent 2"/>
    <w:basedOn w:val="prastasis"/>
    <w:rsid w:val="009E4D56"/>
    <w:pPr>
      <w:spacing w:after="120" w:line="480" w:lineRule="auto"/>
      <w:ind w:left="283"/>
    </w:pPr>
  </w:style>
  <w:style w:type="paragraph" w:styleId="Pagrindiniotekstotrauka">
    <w:name w:val="Body Text Indent"/>
    <w:basedOn w:val="prastasis"/>
    <w:link w:val="PagrindiniotekstotraukaDiagrama"/>
    <w:rsid w:val="009E4D56"/>
    <w:pPr>
      <w:spacing w:after="120"/>
      <w:ind w:left="283"/>
    </w:pPr>
    <w:rPr>
      <w:lang w:val="x-none"/>
    </w:rPr>
  </w:style>
  <w:style w:type="paragraph" w:styleId="Sraassuenkleliais">
    <w:name w:val="List Bullet"/>
    <w:basedOn w:val="prastasis"/>
    <w:rsid w:val="00A44045"/>
    <w:pPr>
      <w:numPr>
        <w:numId w:val="4"/>
      </w:numPr>
    </w:pPr>
  </w:style>
  <w:style w:type="paragraph" w:styleId="Debesliotekstas">
    <w:name w:val="Balloon Text"/>
    <w:basedOn w:val="prastasis"/>
    <w:link w:val="DebesliotekstasDiagrama"/>
    <w:rsid w:val="00334B3A"/>
    <w:rPr>
      <w:rFonts w:ascii="Tahoma" w:hAnsi="Tahoma"/>
      <w:sz w:val="16"/>
      <w:szCs w:val="16"/>
      <w:lang w:val="x-none"/>
    </w:rPr>
  </w:style>
  <w:style w:type="character" w:customStyle="1" w:styleId="DebesliotekstasDiagrama">
    <w:name w:val="Debesėlio tekstas Diagrama"/>
    <w:link w:val="Debesliotekstas"/>
    <w:rsid w:val="00334B3A"/>
    <w:rPr>
      <w:rFonts w:ascii="Tahoma" w:hAnsi="Tahoma" w:cs="Tahoma"/>
      <w:sz w:val="16"/>
      <w:szCs w:val="16"/>
      <w:lang w:eastAsia="en-US"/>
    </w:rPr>
  </w:style>
  <w:style w:type="paragraph" w:styleId="Antrats">
    <w:name w:val="header"/>
    <w:basedOn w:val="prastasis"/>
    <w:link w:val="AntratsDiagrama"/>
    <w:uiPriority w:val="99"/>
    <w:rsid w:val="00494D7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uiPriority w:val="99"/>
    <w:rsid w:val="00494D76"/>
    <w:rPr>
      <w:sz w:val="24"/>
      <w:lang w:eastAsia="en-US"/>
    </w:rPr>
  </w:style>
  <w:style w:type="paragraph" w:styleId="Porat">
    <w:name w:val="footer"/>
    <w:basedOn w:val="prastasis"/>
    <w:link w:val="PoratDiagrama"/>
    <w:rsid w:val="00494D76"/>
    <w:pPr>
      <w:tabs>
        <w:tab w:val="center" w:pos="4819"/>
        <w:tab w:val="right" w:pos="9638"/>
      </w:tabs>
    </w:pPr>
    <w:rPr>
      <w:lang w:val="x-none"/>
    </w:rPr>
  </w:style>
  <w:style w:type="character" w:customStyle="1" w:styleId="PoratDiagrama">
    <w:name w:val="Poraštė Diagrama"/>
    <w:link w:val="Porat"/>
    <w:rsid w:val="00494D76"/>
    <w:rPr>
      <w:sz w:val="24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7E3DB6"/>
    <w:rPr>
      <w:sz w:val="24"/>
      <w:lang w:eastAsia="en-US"/>
    </w:rPr>
  </w:style>
  <w:style w:type="character" w:customStyle="1" w:styleId="st1">
    <w:name w:val="st1"/>
    <w:rsid w:val="007E697F"/>
  </w:style>
  <w:style w:type="character" w:styleId="Hipersaitas">
    <w:name w:val="Hyperlink"/>
    <w:uiPriority w:val="99"/>
    <w:unhideWhenUsed/>
    <w:rsid w:val="00CB3793"/>
    <w:rPr>
      <w:strike w:val="0"/>
      <w:dstrike w:val="0"/>
      <w:color w:val="0000FF"/>
      <w:u w:val="none"/>
      <w:effect w:val="none"/>
    </w:rPr>
  </w:style>
  <w:style w:type="paragraph" w:styleId="Sraopastraipa">
    <w:name w:val="List Paragraph"/>
    <w:basedOn w:val="prastasis"/>
    <w:uiPriority w:val="34"/>
    <w:qFormat/>
    <w:rsid w:val="003A7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18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28544">
          <w:marLeft w:val="0"/>
          <w:marRight w:val="0"/>
          <w:marTop w:val="0"/>
          <w:marBottom w:val="0"/>
          <w:divBdr>
            <w:top w:val="single" w:sz="12" w:space="0" w:color="AACDED"/>
            <w:left w:val="single" w:sz="12" w:space="0" w:color="AACDED"/>
            <w:bottom w:val="single" w:sz="12" w:space="0" w:color="AACDED"/>
            <w:right w:val="single" w:sz="12" w:space="0" w:color="AACDED"/>
          </w:divBdr>
          <w:divsChild>
            <w:div w:id="20950835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752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gute.jazbutiene@kretinga.l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5%20meras%20(1)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21413-4361-4DBA-9A8F-905A2BE8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 meras (1)</Template>
  <TotalTime>25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1615</CharactersWithSpaces>
  <SharedDoc>false</SharedDoc>
  <HLinks>
    <vt:vector size="6" baseType="variant">
      <vt:variant>
        <vt:i4>3866624</vt:i4>
      </vt:variant>
      <vt:variant>
        <vt:i4>0</vt:i4>
      </vt:variant>
      <vt:variant>
        <vt:i4>0</vt:i4>
      </vt:variant>
      <vt:variant>
        <vt:i4>5</vt:i4>
      </vt:variant>
      <vt:variant>
        <vt:lpwstr>mailto:savivaldybe@kretinga.lt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Sigutė Jazbutienė</cp:lastModifiedBy>
  <cp:revision>6</cp:revision>
  <cp:lastPrinted>2021-10-27T09:59:00Z</cp:lastPrinted>
  <dcterms:created xsi:type="dcterms:W3CDTF">2022-04-28T05:46:00Z</dcterms:created>
  <dcterms:modified xsi:type="dcterms:W3CDTF">2022-04-28T06:12:00Z</dcterms:modified>
</cp:coreProperties>
</file>